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DC43E-89B3-4484-A761-BBE8B5238180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